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5BCDE16E" w:rsidR="003B280F" w:rsidRPr="002A5CF4" w:rsidRDefault="00F557E4" w:rsidP="003B280F">
      <w:pPr>
        <w:pStyle w:val="Bulleted1"/>
        <w:rPr>
          <w:rFonts w:ascii="Arial" w:hAnsi="Arial"/>
        </w:rPr>
      </w:pPr>
      <w:r w:rsidRPr="00A6650E">
        <w:rPr>
          <w:rFonts w:ascii="Arial" w:hAnsi="Arial" w:cs="Arial"/>
        </w:rPr>
        <w:t>de bedieningsplaat wordt vastgeschroefd</w:t>
      </w:r>
      <w:r w:rsidR="00E30159">
        <w:rPr>
          <w:rFonts w:ascii="Arial" w:hAnsi="Arial" w:cs="Arial"/>
        </w:rPr>
        <w:t xml:space="preserve"> met inbusschroeven aan de linker- en de rechterzijkant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199B032E" w:rsidR="0020639C" w:rsidRPr="00C26C00" w:rsidRDefault="00E30159" w:rsidP="00157D48">
            <w:pPr>
              <w:jc w:val="right"/>
            </w:pPr>
            <w:r>
              <w:rPr>
                <w:rFonts w:ascii="Arial" w:hAnsi="Arial"/>
              </w:rPr>
              <w:t>2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22CB54D1" w:rsidR="0020639C" w:rsidRPr="00C26C00" w:rsidRDefault="00E30159" w:rsidP="00157D48">
            <w:r>
              <w:t>5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4A1995" w:rsidRPr="00A75548" w14:paraId="10A38010" w14:textId="77777777" w:rsidTr="00E30159">
        <w:trPr>
          <w:trHeight w:hRule="exact" w:val="3402"/>
        </w:trPr>
        <w:tc>
          <w:tcPr>
            <w:tcW w:w="3341" w:type="dxa"/>
            <w:vAlign w:val="bottom"/>
          </w:tcPr>
          <w:p w14:paraId="10A3800D" w14:textId="19EF93F8" w:rsidR="004A1995" w:rsidRDefault="004A199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70C60F8" wp14:editId="50F0D5B2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10A3800F" w14:textId="3A21F635" w:rsidR="004A1995" w:rsidRDefault="004A1995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EF1D7B" wp14:editId="474AC370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801F" w14:textId="77777777" w:rsidR="00C96E5D" w:rsidRDefault="00C96E5D">
      <w:r>
        <w:separator/>
      </w:r>
    </w:p>
  </w:endnote>
  <w:endnote w:type="continuationSeparator" w:id="0">
    <w:p w14:paraId="10A38020" w14:textId="77777777" w:rsidR="00C96E5D" w:rsidRDefault="00C9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801D" w14:textId="77777777" w:rsidR="00C96E5D" w:rsidRDefault="00C96E5D">
      <w:r>
        <w:separator/>
      </w:r>
    </w:p>
  </w:footnote>
  <w:footnote w:type="continuationSeparator" w:id="0">
    <w:p w14:paraId="10A3801E" w14:textId="77777777" w:rsidR="00C96E5D" w:rsidRDefault="00C9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4999F9C1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bedieningsplaat </w:t>
    </w:r>
    <w:r w:rsidR="004A1995">
      <w:rPr>
        <w:rFonts w:ascii="Arial" w:hAnsi="Arial"/>
        <w:b/>
      </w:rPr>
      <w:t>Mambo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4E6F4C99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E5398A">
      <w:rPr>
        <w:rFonts w:ascii="Arial" w:hAnsi="Arial"/>
        <w:b/>
      </w:rPr>
      <w:t>anti-vandalisme,</w:t>
    </w:r>
    <w:r w:rsidR="00E5398A">
      <w:rPr>
        <w:rFonts w:ascii="Arial" w:hAnsi="Arial"/>
        <w:b/>
      </w:rPr>
      <w:br/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995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5C70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59"/>
    <w:rsid w:val="00E302DD"/>
    <w:rsid w:val="00E31440"/>
    <w:rsid w:val="00E334C1"/>
    <w:rsid w:val="00E43D97"/>
    <w:rsid w:val="00E479D0"/>
    <w:rsid w:val="00E515BB"/>
    <w:rsid w:val="00E5170A"/>
    <w:rsid w:val="00E5398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7E4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3BD6F-BAEC-4D4B-A728-75437DE369B9}"/>
</file>

<file path=customXml/itemProps3.xml><?xml version="1.0" encoding="utf-8"?>
<ds:datastoreItem xmlns:ds="http://schemas.openxmlformats.org/officeDocument/2006/customXml" ds:itemID="{01794BA4-B86D-4542-9112-2FA596046AE5}">
  <ds:schemaRefs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405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2023-12-04T14:29:00Z</dcterms:created>
  <dcterms:modified xsi:type="dcterms:W3CDTF">2023-12-04T14:45:00Z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